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51" w:rsidRDefault="00372151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июня 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90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372151" w:rsidRPr="003843E6" w:rsidRDefault="0037215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372151" w:rsidRPr="003843E6" w:rsidRDefault="00372151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372151" w:rsidRPr="003843E6" w:rsidRDefault="00372151" w:rsidP="00161A0C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июня 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90</w:t>
      </w:r>
    </w:p>
    <w:p w:rsidR="00372151" w:rsidRPr="003843E6" w:rsidRDefault="00372151" w:rsidP="00DE2DDF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372151" w:rsidRPr="003843E6" w:rsidRDefault="00372151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372151" w:rsidRDefault="00372151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372151" w:rsidRDefault="00372151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372151" w:rsidRPr="00F057D4" w:rsidRDefault="00372151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372151" w:rsidRPr="00FD0CD3" w:rsidRDefault="00372151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372151" w:rsidRPr="00FD0CD3" w:rsidRDefault="00372151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372151" w:rsidRPr="009105B9" w:rsidRDefault="00372151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2151" w:rsidRDefault="00372151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372151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2151" w:rsidRPr="001435FF" w:rsidRDefault="00372151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2151" w:rsidRPr="008D66B7" w:rsidRDefault="00372151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2151" w:rsidRPr="001435FF" w:rsidRDefault="00372151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372151" w:rsidRPr="001435FF" w:rsidRDefault="00372151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372151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51" w:rsidRPr="001435FF" w:rsidRDefault="00372151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51" w:rsidRPr="001435FF" w:rsidRDefault="00372151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51" w:rsidRPr="001435FF" w:rsidRDefault="00372151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2151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372151" w:rsidRPr="001435FF" w:rsidRDefault="00372151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372151" w:rsidRPr="009C2D45" w:rsidRDefault="00372151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72151" w:rsidRPr="00690313" w:rsidRDefault="00372151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151" w:rsidRPr="001435FF">
        <w:trPr>
          <w:trHeight w:val="113"/>
        </w:trPr>
        <w:tc>
          <w:tcPr>
            <w:tcW w:w="561" w:type="dxa"/>
            <w:vMerge/>
          </w:tcPr>
          <w:p w:rsidR="00372151" w:rsidRPr="001435FF" w:rsidRDefault="00372151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372151" w:rsidRPr="001435FF" w:rsidRDefault="00372151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372151" w:rsidRPr="001569FE" w:rsidRDefault="00372151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7 590 000.00</w:t>
            </w:r>
          </w:p>
        </w:tc>
      </w:tr>
      <w:tr w:rsidR="00372151" w:rsidRPr="00A755D8">
        <w:trPr>
          <w:trHeight w:val="113"/>
        </w:trPr>
        <w:tc>
          <w:tcPr>
            <w:tcW w:w="561" w:type="dxa"/>
          </w:tcPr>
          <w:p w:rsidR="00372151" w:rsidRPr="00A755D8" w:rsidRDefault="00372151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372151" w:rsidRPr="00A755D8" w:rsidRDefault="00372151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372151" w:rsidRPr="00A755D8" w:rsidRDefault="00372151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72151" w:rsidRPr="00EE057C">
        <w:trPr>
          <w:trHeight w:val="113"/>
        </w:trPr>
        <w:tc>
          <w:tcPr>
            <w:tcW w:w="6961" w:type="dxa"/>
            <w:gridSpan w:val="2"/>
          </w:tcPr>
          <w:p w:rsidR="00372151" w:rsidRPr="00EE057C" w:rsidRDefault="00372151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372151" w:rsidRDefault="00372151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7 590 000.00</w:t>
            </w:r>
          </w:p>
        </w:tc>
      </w:tr>
    </w:tbl>
    <w:p w:rsidR="00372151" w:rsidRPr="00EE057C" w:rsidRDefault="00372151">
      <w:pPr>
        <w:rPr>
          <w:rFonts w:ascii="Times New Roman" w:hAnsi="Times New Roman" w:cs="Times New Roman"/>
          <w:sz w:val="28"/>
          <w:szCs w:val="28"/>
        </w:rPr>
      </w:pPr>
    </w:p>
    <w:p w:rsidR="00372151" w:rsidRPr="00EE057C" w:rsidRDefault="00372151">
      <w:pPr>
        <w:rPr>
          <w:rFonts w:ascii="Times New Roman" w:hAnsi="Times New Roman" w:cs="Times New Roman"/>
          <w:sz w:val="28"/>
          <w:szCs w:val="28"/>
        </w:rPr>
      </w:pPr>
    </w:p>
    <w:p w:rsidR="00372151" w:rsidRPr="00EE057C" w:rsidRDefault="00372151">
      <w:pPr>
        <w:rPr>
          <w:rFonts w:ascii="Times New Roman" w:hAnsi="Times New Roman" w:cs="Times New Roman"/>
          <w:sz w:val="28"/>
          <w:szCs w:val="28"/>
        </w:rPr>
      </w:pPr>
    </w:p>
    <w:p w:rsidR="00372151" w:rsidRPr="00EE057C" w:rsidRDefault="00372151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372151" w:rsidRDefault="00372151"/>
    <w:sectPr w:rsidR="00372151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1</Pages>
  <Words>146</Words>
  <Characters>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16</cp:revision>
  <cp:lastPrinted>2016-06-23T12:16:00Z</cp:lastPrinted>
  <dcterms:created xsi:type="dcterms:W3CDTF">2014-11-11T11:46:00Z</dcterms:created>
  <dcterms:modified xsi:type="dcterms:W3CDTF">2016-06-23T12:17:00Z</dcterms:modified>
</cp:coreProperties>
</file>